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54CF4219" w:rsidR="00F862D6" w:rsidRPr="003E6B9A" w:rsidRDefault="002F0C17" w:rsidP="0037111D">
            <w:r w:rsidRPr="002F0C17">
              <w:rPr>
                <w:rFonts w:ascii="Helvetica" w:hAnsi="Helvetica"/>
              </w:rPr>
              <w:t>7553/2024-SŽ-SSV-Ú3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2F0C17" w:rsidRDefault="00F862D6" w:rsidP="0077673A">
            <w:r w:rsidRPr="002F0C17">
              <w:t>Listů/příloh</w:t>
            </w:r>
          </w:p>
        </w:tc>
        <w:tc>
          <w:tcPr>
            <w:tcW w:w="2552" w:type="dxa"/>
          </w:tcPr>
          <w:p w14:paraId="00AF12B3" w14:textId="0DC7EC43" w:rsidR="00F862D6" w:rsidRPr="002F0C17" w:rsidRDefault="002F0C17" w:rsidP="00CC1E2B">
            <w:r w:rsidRPr="002F0C17">
              <w:t>1</w:t>
            </w:r>
            <w:r w:rsidR="003E6B9A" w:rsidRPr="002F0C17">
              <w:t>/</w:t>
            </w:r>
            <w:r w:rsidRPr="002F0C17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7935C95D" w:rsidR="00F862D6" w:rsidRPr="003E6B9A" w:rsidRDefault="00D2407C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4E77D3C" w:rsidR="009A7568" w:rsidRPr="003E6B9A" w:rsidRDefault="00D2407C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A065087" w:rsidR="009A7568" w:rsidRPr="003E6B9A" w:rsidRDefault="00D2407C" w:rsidP="006104F6">
            <w:r>
              <w:t>HolaM</w:t>
            </w:r>
            <w:r w:rsidRPr="00D2407C">
              <w:t>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417FDBA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F0C17">
              <w:rPr>
                <w:noProof/>
              </w:rPr>
              <w:t>9.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C9757A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D2407C">
        <w:rPr>
          <w:rFonts w:eastAsia="Times New Roman" w:cs="Times New Roman"/>
          <w:lang w:eastAsia="cs-CZ"/>
        </w:rPr>
        <w:t>1</w:t>
      </w:r>
    </w:p>
    <w:p w14:paraId="68042C48" w14:textId="77777777" w:rsidR="00D2407C" w:rsidRPr="00D2407C" w:rsidRDefault="009206F5" w:rsidP="00D2407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  <w:r w:rsidR="00D2407C" w:rsidRPr="00D2407C">
        <w:rPr>
          <w:rFonts w:eastAsia="Calibri" w:cs="Times New Roman"/>
          <w:b/>
          <w:lang w:eastAsia="cs-CZ"/>
        </w:rPr>
        <w:t>Zhotovení souboru staveb - podlimitní</w:t>
      </w:r>
    </w:p>
    <w:p w14:paraId="0323A5C5" w14:textId="77777777" w:rsidR="00D2407C" w:rsidRPr="00D2407C" w:rsidRDefault="00D2407C" w:rsidP="00D2407C">
      <w:pPr>
        <w:spacing w:after="0" w:line="240" w:lineRule="auto"/>
        <w:rPr>
          <w:rFonts w:eastAsia="Calibri" w:cs="Times New Roman"/>
          <w:b/>
          <w:lang w:eastAsia="cs-CZ"/>
        </w:rPr>
      </w:pPr>
      <w:r w:rsidRPr="00D2407C">
        <w:rPr>
          <w:rFonts w:eastAsia="Calibri" w:cs="Times New Roman"/>
          <w:b/>
          <w:lang w:eastAsia="cs-CZ"/>
        </w:rPr>
        <w:t>„Doplnění závor na přejezdu v km 0,433 (P5192) trati Letohrad – Ústí nad Orlicí“</w:t>
      </w:r>
    </w:p>
    <w:p w14:paraId="099B215B" w14:textId="77777777" w:rsidR="00D2407C" w:rsidRPr="00D2407C" w:rsidRDefault="00D2407C" w:rsidP="00D2407C">
      <w:pPr>
        <w:spacing w:after="0" w:line="240" w:lineRule="auto"/>
        <w:rPr>
          <w:rFonts w:eastAsia="Calibri" w:cs="Times New Roman"/>
          <w:b/>
          <w:lang w:eastAsia="cs-CZ"/>
        </w:rPr>
      </w:pPr>
      <w:r w:rsidRPr="00D2407C">
        <w:rPr>
          <w:rFonts w:eastAsia="Calibri" w:cs="Times New Roman"/>
          <w:b/>
          <w:lang w:eastAsia="cs-CZ"/>
        </w:rPr>
        <w:t>„Doplnění závor na přejezdu v km 0,788 (P5193) trati Letohrad – Ústí nad Orlicí“</w:t>
      </w:r>
    </w:p>
    <w:p w14:paraId="1C466933" w14:textId="1F5B48AD" w:rsidR="009206F5" w:rsidRPr="00C84783" w:rsidRDefault="00D2407C" w:rsidP="00D2407C">
      <w:pPr>
        <w:spacing w:after="0" w:line="240" w:lineRule="auto"/>
        <w:rPr>
          <w:rFonts w:eastAsia="Calibri" w:cs="Times New Roman"/>
          <w:b/>
          <w:lang w:eastAsia="cs-CZ"/>
        </w:rPr>
      </w:pPr>
      <w:r w:rsidRPr="00D2407C">
        <w:rPr>
          <w:rFonts w:eastAsia="Calibri" w:cs="Times New Roman"/>
          <w:b/>
          <w:lang w:eastAsia="cs-CZ"/>
        </w:rPr>
        <w:t>„Doplnění závor na přejezdu v km 1,432 (P5194) trati Letohrad – Ústí nad Orlicí“</w:t>
      </w:r>
    </w:p>
    <w:p w14:paraId="3908AC43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E96697" w14:textId="77777777" w:rsidR="002F0C17" w:rsidRPr="00CB7B5A" w:rsidRDefault="002F0C1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0D888F" w14:textId="77777777" w:rsidR="00D2407C" w:rsidRPr="00D2407C" w:rsidRDefault="00D2407C" w:rsidP="00D240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2407C">
        <w:rPr>
          <w:rFonts w:eastAsia="Calibri" w:cs="Times New Roman"/>
          <w:b/>
          <w:lang w:eastAsia="cs-CZ"/>
        </w:rPr>
        <w:t>Zadávací dokumentace</w:t>
      </w:r>
      <w:r w:rsidRPr="00D2407C">
        <w:rPr>
          <w:rFonts w:eastAsia="Calibri" w:cs="Times New Roman"/>
          <w:bCs/>
          <w:lang w:eastAsia="cs-CZ"/>
        </w:rPr>
        <w:t xml:space="preserve"> – soupis prací absentuje na rekapitulaci/rekapitulace stavby/staveb.</w:t>
      </w:r>
    </w:p>
    <w:p w14:paraId="5C4F47A3" w14:textId="0E3CC512" w:rsidR="00CB7B5A" w:rsidRPr="00D2407C" w:rsidRDefault="00D2407C" w:rsidP="00D240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2407C">
        <w:rPr>
          <w:rFonts w:eastAsia="Calibri" w:cs="Times New Roman"/>
          <w:bCs/>
          <w:lang w:eastAsia="cs-CZ"/>
        </w:rPr>
        <w:t>Žádáme zadavatele o její doplnění.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6EF3542F" w:rsidR="00302BAF" w:rsidRPr="002F0C17" w:rsidRDefault="0011270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2F0C17">
        <w:rPr>
          <w:rFonts w:eastAsia="Calibri" w:cs="Times New Roman"/>
          <w:b/>
          <w:lang w:eastAsia="cs-CZ"/>
        </w:rPr>
        <w:t>Doplněno</w:t>
      </w:r>
      <w:r w:rsidR="002F0C17">
        <w:rPr>
          <w:rFonts w:eastAsia="Calibri" w:cs="Times New Roman"/>
          <w:b/>
          <w:lang w:eastAsia="cs-CZ"/>
        </w:rPr>
        <w:t>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3E33361A" w14:textId="697E9516" w:rsidR="00CB7B5A" w:rsidRPr="002F0C17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F0C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F0C17">
        <w:rPr>
          <w:rFonts w:eastAsia="Times New Roman" w:cs="Times New Roman"/>
          <w:b/>
          <w:lang w:eastAsia="cs-CZ"/>
        </w:rPr>
        <w:t>změny/doplnění zadávací dokumentace</w:t>
      </w:r>
      <w:r w:rsidRPr="002F0C17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2F0C17">
        <w:rPr>
          <w:rFonts w:eastAsia="Times New Roman" w:cs="Times New Roman"/>
          <w:lang w:eastAsia="cs-CZ"/>
        </w:rPr>
        <w:br/>
      </w:r>
      <w:r w:rsidR="002F0C17" w:rsidRPr="002F0C17">
        <w:rPr>
          <w:rFonts w:eastAsia="Times New Roman" w:cs="Times New Roman"/>
          <w:lang w:eastAsia="cs-CZ"/>
        </w:rPr>
        <w:t>25.7.2024</w:t>
      </w:r>
      <w:r w:rsidRPr="002F0C17">
        <w:rPr>
          <w:rFonts w:eastAsia="Times New Roman" w:cs="Times New Roman"/>
          <w:lang w:eastAsia="cs-CZ"/>
        </w:rPr>
        <w:t xml:space="preserve"> na den </w:t>
      </w:r>
      <w:r w:rsidR="002F0C17" w:rsidRPr="002F0C17">
        <w:rPr>
          <w:rFonts w:eastAsia="Times New Roman" w:cs="Times New Roman"/>
          <w:lang w:eastAsia="cs-CZ"/>
        </w:rPr>
        <w:t>26.7.2024</w:t>
      </w:r>
      <w:r w:rsidRPr="002F0C17">
        <w:rPr>
          <w:rFonts w:eastAsia="Times New Roman" w:cs="Times New Roman"/>
          <w:lang w:eastAsia="cs-CZ"/>
        </w:rPr>
        <w:t xml:space="preserve">. 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438A38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F0C17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2F0C17" w:rsidRPr="002F0C17">
        <w:rPr>
          <w:rFonts w:eastAsia="Calibri" w:cs="Times New Roman"/>
          <w:bCs/>
          <w:lang w:eastAsia="cs-CZ"/>
        </w:rPr>
        <w:t>Rekapitulace ceny zakázky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5892026A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2F0C17">
        <w:rPr>
          <w:rFonts w:eastAsia="Calibri" w:cs="Times New Roman"/>
          <w:lang w:eastAsia="cs-CZ"/>
        </w:rPr>
        <w:t>09.07.2024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8CA39B" w14:textId="77777777" w:rsidR="002F0C17" w:rsidRDefault="002F0C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8A6945" w14:textId="77777777" w:rsidR="002F0C17" w:rsidRPr="00CB7B5A" w:rsidRDefault="002F0C1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6FB6E" w14:textId="77777777" w:rsidR="00F073DE" w:rsidRDefault="00F073DE" w:rsidP="00962258">
      <w:pPr>
        <w:spacing w:after="0" w:line="240" w:lineRule="auto"/>
      </w:pPr>
      <w:r>
        <w:separator/>
      </w:r>
    </w:p>
  </w:endnote>
  <w:endnote w:type="continuationSeparator" w:id="0">
    <w:p w14:paraId="39EC0B14" w14:textId="77777777" w:rsidR="00F073DE" w:rsidRDefault="00F073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46908D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7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7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085186F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7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7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647C5" w14:textId="77777777" w:rsidR="00F073DE" w:rsidRDefault="00F073DE" w:rsidP="00962258">
      <w:pPr>
        <w:spacing w:after="0" w:line="240" w:lineRule="auto"/>
      </w:pPr>
      <w:r>
        <w:separator/>
      </w:r>
    </w:p>
  </w:footnote>
  <w:footnote w:type="continuationSeparator" w:id="0">
    <w:p w14:paraId="6A608D84" w14:textId="77777777" w:rsidR="00F073DE" w:rsidRDefault="00F073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675811977">
    <w:abstractNumId w:val="2"/>
  </w:num>
  <w:num w:numId="2" w16cid:durableId="1636135851">
    <w:abstractNumId w:val="1"/>
  </w:num>
  <w:num w:numId="3" w16cid:durableId="1210875172">
    <w:abstractNumId w:val="3"/>
  </w:num>
  <w:num w:numId="4" w16cid:durableId="1518151214">
    <w:abstractNumId w:val="5"/>
  </w:num>
  <w:num w:numId="5" w16cid:durableId="980962432">
    <w:abstractNumId w:val="0"/>
  </w:num>
  <w:num w:numId="6" w16cid:durableId="14397611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270D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2F0C17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2E29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12B8E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61BB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2407C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073DE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D4DD0F-DBB1-4C65-A304-3CE3A75C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2024-07-09T06:29:00Z</dcterms:created>
  <dcterms:modified xsi:type="dcterms:W3CDTF">2024-07-09T06:29:00Z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